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57CB52B7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2"/>
          <w:szCs w:val="22"/>
        </w:rPr>
        <w:t xml:space="preserve">Załącznik nr </w:t>
      </w:r>
      <w:r w:rsidR="00F86CD5">
        <w:rPr>
          <w:rFonts w:ascii="Times New Roman" w:hAnsi="Times New Roman"/>
          <w:sz w:val="22"/>
          <w:szCs w:val="22"/>
        </w:rPr>
        <w:t>8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2B8E52C8" w:rsidR="009A31D9" w:rsidRPr="001E60E1" w:rsidRDefault="009A31D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KSeF</w:t>
      </w:r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nda ust. 1 lub ust. 16 ustawy o VAT lub faktur wystawianych w okresie awarii lub niedostępności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ws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31B35" w14:textId="77777777" w:rsidR="00A3040C" w:rsidRDefault="00A3040C">
      <w:r>
        <w:separator/>
      </w:r>
    </w:p>
  </w:endnote>
  <w:endnote w:type="continuationSeparator" w:id="0">
    <w:p w14:paraId="7F67CC3D" w14:textId="77777777" w:rsidR="00A3040C" w:rsidRDefault="00A3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2940B" w14:textId="77777777" w:rsidR="00A3040C" w:rsidRDefault="00A3040C">
      <w:r>
        <w:separator/>
      </w:r>
    </w:p>
  </w:footnote>
  <w:footnote w:type="continuationSeparator" w:id="0">
    <w:p w14:paraId="25ADD3E0" w14:textId="77777777" w:rsidR="00A3040C" w:rsidRDefault="00A3040C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>rozumieniu KSeF.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5625B"/>
    <w:rsid w:val="00080006"/>
    <w:rsid w:val="000906F2"/>
    <w:rsid w:val="00096388"/>
    <w:rsid w:val="000B7C6D"/>
    <w:rsid w:val="000D2374"/>
    <w:rsid w:val="000D54E7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3D6E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822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454F"/>
    <w:rsid w:val="003E67D9"/>
    <w:rsid w:val="003F192D"/>
    <w:rsid w:val="003F1BDD"/>
    <w:rsid w:val="003F7B7E"/>
    <w:rsid w:val="00412384"/>
    <w:rsid w:val="00421155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8F6797"/>
    <w:rsid w:val="00904A23"/>
    <w:rsid w:val="00915516"/>
    <w:rsid w:val="00917267"/>
    <w:rsid w:val="00923417"/>
    <w:rsid w:val="009351B9"/>
    <w:rsid w:val="00950A23"/>
    <w:rsid w:val="00955ECB"/>
    <w:rsid w:val="009636A4"/>
    <w:rsid w:val="009654ED"/>
    <w:rsid w:val="009822E0"/>
    <w:rsid w:val="009A20AC"/>
    <w:rsid w:val="009A31D9"/>
    <w:rsid w:val="009A6811"/>
    <w:rsid w:val="009C06FA"/>
    <w:rsid w:val="009E6259"/>
    <w:rsid w:val="009F456B"/>
    <w:rsid w:val="00A0625E"/>
    <w:rsid w:val="00A14E43"/>
    <w:rsid w:val="00A151C4"/>
    <w:rsid w:val="00A17744"/>
    <w:rsid w:val="00A208EF"/>
    <w:rsid w:val="00A261E0"/>
    <w:rsid w:val="00A3040C"/>
    <w:rsid w:val="00A30451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D2990"/>
    <w:rsid w:val="00B02BBE"/>
    <w:rsid w:val="00B063DF"/>
    <w:rsid w:val="00B13F7B"/>
    <w:rsid w:val="00B23DEE"/>
    <w:rsid w:val="00B30B05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4982"/>
    <w:rsid w:val="00B96218"/>
    <w:rsid w:val="00B9727A"/>
    <w:rsid w:val="00B97CE0"/>
    <w:rsid w:val="00BB55F9"/>
    <w:rsid w:val="00BB7CE6"/>
    <w:rsid w:val="00BC02B0"/>
    <w:rsid w:val="00BE126F"/>
    <w:rsid w:val="00BE5069"/>
    <w:rsid w:val="00BF34CD"/>
    <w:rsid w:val="00C047C1"/>
    <w:rsid w:val="00C0637B"/>
    <w:rsid w:val="00C14F2E"/>
    <w:rsid w:val="00C1546E"/>
    <w:rsid w:val="00C24D04"/>
    <w:rsid w:val="00C3676F"/>
    <w:rsid w:val="00C36CEE"/>
    <w:rsid w:val="00C37D8C"/>
    <w:rsid w:val="00C42FC2"/>
    <w:rsid w:val="00C53CE3"/>
    <w:rsid w:val="00C57308"/>
    <w:rsid w:val="00C617FB"/>
    <w:rsid w:val="00C709BF"/>
    <w:rsid w:val="00C760F5"/>
    <w:rsid w:val="00C80B8C"/>
    <w:rsid w:val="00C843BA"/>
    <w:rsid w:val="00C85B8C"/>
    <w:rsid w:val="00C939BB"/>
    <w:rsid w:val="00C97B63"/>
    <w:rsid w:val="00CA6C45"/>
    <w:rsid w:val="00CB4214"/>
    <w:rsid w:val="00CB569B"/>
    <w:rsid w:val="00CC5200"/>
    <w:rsid w:val="00CD26DA"/>
    <w:rsid w:val="00CE7751"/>
    <w:rsid w:val="00D04B70"/>
    <w:rsid w:val="00D1187E"/>
    <w:rsid w:val="00D21DD1"/>
    <w:rsid w:val="00D27643"/>
    <w:rsid w:val="00D34494"/>
    <w:rsid w:val="00D47C80"/>
    <w:rsid w:val="00D60AE6"/>
    <w:rsid w:val="00D740FF"/>
    <w:rsid w:val="00D77B1E"/>
    <w:rsid w:val="00D816BE"/>
    <w:rsid w:val="00D97B93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2780E"/>
    <w:rsid w:val="00E30A3C"/>
    <w:rsid w:val="00E30DCF"/>
    <w:rsid w:val="00E37CA5"/>
    <w:rsid w:val="00E44600"/>
    <w:rsid w:val="00E54B84"/>
    <w:rsid w:val="00E56A68"/>
    <w:rsid w:val="00E64B5F"/>
    <w:rsid w:val="00E66350"/>
    <w:rsid w:val="00E761F5"/>
    <w:rsid w:val="00E81AC3"/>
    <w:rsid w:val="00E924D8"/>
    <w:rsid w:val="00E961BE"/>
    <w:rsid w:val="00E974A6"/>
    <w:rsid w:val="00EA15B1"/>
    <w:rsid w:val="00EA2FFC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86CD5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4</TotalTime>
  <Pages>2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Majewska Aleksandra (ANW)</cp:lastModifiedBy>
  <cp:revision>8</cp:revision>
  <cp:lastPrinted>2025-10-09T13:52:00Z</cp:lastPrinted>
  <dcterms:created xsi:type="dcterms:W3CDTF">2025-10-27T07:52:00Z</dcterms:created>
  <dcterms:modified xsi:type="dcterms:W3CDTF">2025-11-25T11:56:00Z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